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3F3F87" w:rsidRDefault="003F3F87" w:rsidP="003F3F87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ABE8388" wp14:editId="39C8C3B6">
                  <wp:extent cx="1984375" cy="17805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608E5A5" wp14:editId="7E5EE48C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72C77F" wp14:editId="635C17B2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touches en couleur blanc brillant avec les anneaux </w:t>
      </w:r>
      <w:r>
        <w:rPr>
          <w:rFonts w:ascii="Arial" w:hAnsi="Arial" w:cs="Arial"/>
          <w:lang w:val="fr-FR"/>
        </w:rPr>
        <w:t>design en chromé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:rsidTr="00B82585">
        <w:tc>
          <w:tcPr>
            <w:tcW w:w="6091" w:type="dxa"/>
          </w:tcPr>
          <w:p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0E5167" w:rsidRDefault="00172E44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brllant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 w:rsidR="00AF20C0" w:rsidRPr="000E5167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="00AF20C0"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863" w:rsidRDefault="00802863">
      <w:r>
        <w:separator/>
      </w:r>
    </w:p>
  </w:endnote>
  <w:endnote w:type="continuationSeparator" w:id="0">
    <w:p w:rsidR="00802863" w:rsidRDefault="0080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863" w:rsidRDefault="00802863">
      <w:r>
        <w:separator/>
      </w:r>
    </w:p>
  </w:footnote>
  <w:footnote w:type="continuationSeparator" w:id="0">
    <w:p w:rsidR="00802863" w:rsidRDefault="00802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D65DAB9-62B1-4E03-A47C-777C263D9F9E}"/>
</file>

<file path=customXml/itemProps2.xml><?xml version="1.0" encoding="utf-8"?>
<ds:datastoreItem xmlns:ds="http://schemas.openxmlformats.org/officeDocument/2006/customXml" ds:itemID="{C1729301-9094-49E4-BB52-F62DE09B60FE}"/>
</file>

<file path=customXml/itemProps3.xml><?xml version="1.0" encoding="utf-8"?>
<ds:datastoreItem xmlns:ds="http://schemas.openxmlformats.org/officeDocument/2006/customXml" ds:itemID="{60676C60-A8B3-4CF4-9D46-822801D83DA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87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38</cp:revision>
  <cp:lastPrinted>2012-01-13T10:23:00Z</cp:lastPrinted>
  <dcterms:created xsi:type="dcterms:W3CDTF">2020-04-29T06:20:00Z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